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11854F" w14:textId="77777777" w:rsidR="004C49AF" w:rsidRPr="008574EF" w:rsidRDefault="00084FE2" w:rsidP="00084FE2">
      <w:pPr>
        <w:pStyle w:val="Title"/>
        <w:jc w:val="left"/>
      </w:pPr>
      <w:r>
        <w:t>Chapter 5 Review</w:t>
      </w:r>
      <w:r>
        <w:tab/>
      </w:r>
      <w:r>
        <w:tab/>
      </w:r>
      <w:r>
        <w:tab/>
      </w:r>
      <w:r>
        <w:tab/>
      </w:r>
      <w:r>
        <w:tab/>
      </w:r>
      <w:r>
        <w:tab/>
        <w:t>Name:</w:t>
      </w:r>
    </w:p>
    <w:p w14:paraId="3D342967" w14:textId="77777777" w:rsidR="009A522C" w:rsidRPr="008574EF" w:rsidRDefault="004C49AF" w:rsidP="004C49AF">
      <w:r w:rsidRPr="008574EF">
        <w:t>Use the following function to answer the questions below.</w:t>
      </w:r>
    </w:p>
    <w:p w14:paraId="15251802" w14:textId="77777777" w:rsidR="004C49AF" w:rsidRPr="008574EF" w:rsidRDefault="004C49AF" w:rsidP="004C49AF">
      <w:proofErr w:type="gramStart"/>
      <w:r w:rsidRPr="008574EF">
        <w:t>f(</w:t>
      </w:r>
      <w:proofErr w:type="gramEnd"/>
      <w:r w:rsidRPr="008574EF">
        <w:t>x) = 2x</w:t>
      </w:r>
      <w:r w:rsidRPr="008574EF">
        <w:rPr>
          <w:vertAlign w:val="superscript"/>
        </w:rPr>
        <w:t>2</w:t>
      </w:r>
      <w:r w:rsidRPr="008574EF">
        <w:t>+1</w:t>
      </w:r>
    </w:p>
    <w:p w14:paraId="4B16B20F" w14:textId="77777777" w:rsidR="004C49AF" w:rsidRPr="008574EF" w:rsidRDefault="004C49AF" w:rsidP="004C49AF">
      <w:proofErr w:type="gramStart"/>
      <w:r w:rsidRPr="008574EF">
        <w:t>g(</w:t>
      </w:r>
      <w:proofErr w:type="gramEnd"/>
      <w:r w:rsidRPr="008574EF">
        <w:t>x)=x+10</w:t>
      </w:r>
    </w:p>
    <w:p w14:paraId="40B9BF2B" w14:textId="77777777" w:rsidR="004C49AF" w:rsidRPr="008574EF" w:rsidRDefault="004C49AF" w:rsidP="004C49AF">
      <w:pPr>
        <w:numPr>
          <w:ilvl w:val="0"/>
          <w:numId w:val="1"/>
        </w:numPr>
        <w:spacing w:line="1440" w:lineRule="auto"/>
      </w:pPr>
      <w:r w:rsidRPr="008574EF">
        <w:t>(</w:t>
      </w:r>
      <w:proofErr w:type="spellStart"/>
      <w:r w:rsidRPr="008574EF">
        <w:t>f+g</w:t>
      </w:r>
      <w:proofErr w:type="spellEnd"/>
      <w:r w:rsidRPr="008574EF">
        <w:t>)(x)</w:t>
      </w:r>
    </w:p>
    <w:p w14:paraId="30E7A6AB" w14:textId="77777777" w:rsidR="004C49AF" w:rsidRPr="008574EF" w:rsidRDefault="004C49AF" w:rsidP="004C49AF">
      <w:pPr>
        <w:numPr>
          <w:ilvl w:val="0"/>
          <w:numId w:val="1"/>
        </w:numPr>
        <w:spacing w:line="1440" w:lineRule="auto"/>
      </w:pPr>
      <w:r w:rsidRPr="008574EF">
        <w:t>(f-g)(x)</w:t>
      </w:r>
    </w:p>
    <w:p w14:paraId="41F1C3FD" w14:textId="77777777" w:rsidR="004C49AF" w:rsidRPr="008574EF" w:rsidRDefault="004C49AF" w:rsidP="004C49AF">
      <w:pPr>
        <w:numPr>
          <w:ilvl w:val="0"/>
          <w:numId w:val="1"/>
        </w:numPr>
        <w:spacing w:line="1440" w:lineRule="auto"/>
      </w:pPr>
      <w:r w:rsidRPr="008574EF">
        <w:t>(g-f)(x)</w:t>
      </w:r>
    </w:p>
    <w:p w14:paraId="72F8A0E4" w14:textId="77777777" w:rsidR="004C49AF" w:rsidRPr="008574EF" w:rsidRDefault="004C49AF" w:rsidP="004C49AF">
      <w:pPr>
        <w:numPr>
          <w:ilvl w:val="0"/>
          <w:numId w:val="1"/>
        </w:numPr>
        <w:spacing w:line="1440" w:lineRule="auto"/>
      </w:pPr>
      <w:r w:rsidRPr="008574EF">
        <w:t>(</w:t>
      </w:r>
      <w:proofErr w:type="spellStart"/>
      <w:r w:rsidRPr="008574EF">
        <w:t>fg</w:t>
      </w:r>
      <w:proofErr w:type="spellEnd"/>
      <w:r w:rsidRPr="008574EF">
        <w:t>)(x)</w:t>
      </w:r>
    </w:p>
    <w:p w14:paraId="47413ED1" w14:textId="77777777" w:rsidR="004C49AF" w:rsidRPr="008574EF" w:rsidRDefault="004C49AF" w:rsidP="004C49AF">
      <w:pPr>
        <w:numPr>
          <w:ilvl w:val="0"/>
          <w:numId w:val="1"/>
        </w:numPr>
        <w:spacing w:line="1440" w:lineRule="auto"/>
      </w:pPr>
      <w:r w:rsidRPr="008574EF">
        <w:t>(f/g)(x)</w:t>
      </w:r>
    </w:p>
    <w:p w14:paraId="2D13B8A9" w14:textId="77777777" w:rsidR="004C49AF" w:rsidRPr="008574EF" w:rsidRDefault="004C49AF" w:rsidP="004C49AF">
      <w:pPr>
        <w:numPr>
          <w:ilvl w:val="0"/>
          <w:numId w:val="1"/>
        </w:numPr>
        <w:spacing w:line="1440" w:lineRule="auto"/>
      </w:pPr>
      <w:r w:rsidRPr="008574EF">
        <w:t>(</w:t>
      </w:r>
      <w:proofErr w:type="spellStart"/>
      <w:r w:rsidRPr="008574EF">
        <w:t>f○g</w:t>
      </w:r>
      <w:proofErr w:type="spellEnd"/>
      <w:r w:rsidRPr="008574EF">
        <w:t>)(x)</w:t>
      </w:r>
    </w:p>
    <w:p w14:paraId="689FF1FA" w14:textId="77777777" w:rsidR="004C49AF" w:rsidRPr="008574EF" w:rsidRDefault="004C49AF" w:rsidP="004C49AF">
      <w:pPr>
        <w:numPr>
          <w:ilvl w:val="0"/>
          <w:numId w:val="1"/>
        </w:numPr>
        <w:spacing w:line="1440" w:lineRule="auto"/>
      </w:pPr>
      <w:r w:rsidRPr="008574EF">
        <w:t>(</w:t>
      </w:r>
      <w:proofErr w:type="spellStart"/>
      <w:r w:rsidRPr="008574EF">
        <w:t>g○f</w:t>
      </w:r>
      <w:proofErr w:type="spellEnd"/>
      <w:r w:rsidRPr="008574EF">
        <w:t>)(x)</w:t>
      </w:r>
    </w:p>
    <w:p w14:paraId="5B12E1B4" w14:textId="77777777" w:rsidR="004C49AF" w:rsidRPr="008574EF" w:rsidRDefault="004C49AF" w:rsidP="004C49AF"/>
    <w:p w14:paraId="7E69A714" w14:textId="77777777" w:rsidR="004C49AF" w:rsidRPr="008574EF" w:rsidRDefault="004C49AF" w:rsidP="004C49AF">
      <w:r w:rsidRPr="008574EF">
        <w:t>Find the inverse of the following functions.</w:t>
      </w:r>
    </w:p>
    <w:p w14:paraId="363BB1A9" w14:textId="77777777" w:rsidR="004C49AF" w:rsidRPr="008574EF" w:rsidRDefault="004C49AF" w:rsidP="004C49AF">
      <w:pPr>
        <w:numPr>
          <w:ilvl w:val="0"/>
          <w:numId w:val="1"/>
        </w:numPr>
        <w:spacing w:line="1200" w:lineRule="auto"/>
      </w:pPr>
      <w:r w:rsidRPr="008574EF">
        <w:t>f(x)= 2x-10</w:t>
      </w:r>
    </w:p>
    <w:p w14:paraId="2B1B82ED" w14:textId="77777777" w:rsidR="004C49AF" w:rsidRPr="008574EF" w:rsidRDefault="004C49AF" w:rsidP="004C49AF">
      <w:pPr>
        <w:numPr>
          <w:ilvl w:val="0"/>
          <w:numId w:val="1"/>
        </w:numPr>
        <w:spacing w:line="1200" w:lineRule="auto"/>
      </w:pPr>
      <w:r w:rsidRPr="008574EF">
        <w:t>f(x)= x</w:t>
      </w:r>
      <w:r w:rsidRPr="008574EF">
        <w:rPr>
          <w:vertAlign w:val="superscript"/>
        </w:rPr>
        <w:t>2</w:t>
      </w:r>
      <w:r w:rsidRPr="008574EF">
        <w:t>+12</w:t>
      </w:r>
    </w:p>
    <w:p w14:paraId="597A9277" w14:textId="77777777" w:rsidR="004C49AF" w:rsidRPr="008574EF" w:rsidRDefault="00084FE2" w:rsidP="004C49AF">
      <w:pPr>
        <w:ind w:left="360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editId="2FCD242F">
            <wp:simplePos x="0" y="0"/>
            <wp:positionH relativeFrom="column">
              <wp:posOffset>2821940</wp:posOffset>
            </wp:positionH>
            <wp:positionV relativeFrom="paragraph">
              <wp:posOffset>55245</wp:posOffset>
            </wp:positionV>
            <wp:extent cx="2971800" cy="2981325"/>
            <wp:effectExtent l="19050" t="0" r="0" b="0"/>
            <wp:wrapSquare wrapText="bothSides"/>
            <wp:docPr id="4" name="Picture 4" descr="coord_plane_3_n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ord_plane_3_nu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E51CD4D" w14:textId="77777777" w:rsidR="004C49AF" w:rsidRDefault="004C49AF" w:rsidP="004C49AF">
      <w:pPr>
        <w:numPr>
          <w:ilvl w:val="0"/>
          <w:numId w:val="1"/>
        </w:numPr>
      </w:pPr>
      <w:r w:rsidRPr="008574EF">
        <w:t>Graph the following exponential function and complete the chart.</w:t>
      </w:r>
    </w:p>
    <w:p w14:paraId="333DD64B" w14:textId="77777777" w:rsidR="006A6F2B" w:rsidRDefault="006A6F2B" w:rsidP="006A6F2B">
      <w:pPr>
        <w:pStyle w:val="ListParagraph"/>
      </w:pPr>
    </w:p>
    <w:p w14:paraId="6652D47C" w14:textId="77777777" w:rsidR="006A6F2B" w:rsidRPr="006A6F2B" w:rsidRDefault="006A6F2B" w:rsidP="006A6F2B">
      <w:pPr>
        <w:ind w:left="360"/>
        <w:rPr>
          <w:vertAlign w:val="superscript"/>
        </w:rPr>
      </w:pPr>
      <w:r>
        <w:t>f(x)=10(.5)</w:t>
      </w:r>
      <w:r>
        <w:rPr>
          <w:vertAlign w:val="superscript"/>
        </w:rPr>
        <w:t>x</w:t>
      </w:r>
      <w:bookmarkStart w:id="0" w:name="_GoBack"/>
      <w:bookmarkEnd w:id="0"/>
    </w:p>
    <w:p w14:paraId="12AE7FB4" w14:textId="77777777" w:rsidR="004C49AF" w:rsidRPr="008574EF" w:rsidRDefault="004C49AF" w:rsidP="004C49AF">
      <w:pPr>
        <w:pStyle w:val="ListParagraph"/>
      </w:pPr>
    </w:p>
    <w:tbl>
      <w:tblPr>
        <w:tblW w:w="1440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7"/>
        <w:gridCol w:w="833"/>
      </w:tblGrid>
      <w:tr w:rsidR="004C49AF" w:rsidRPr="008574EF" w14:paraId="066964B6" w14:textId="77777777" w:rsidTr="00E61A08">
        <w:tc>
          <w:tcPr>
            <w:tcW w:w="4788" w:type="dxa"/>
          </w:tcPr>
          <w:p w14:paraId="4B65CA06" w14:textId="77777777" w:rsidR="004C49AF" w:rsidRPr="008574EF" w:rsidRDefault="004C49AF" w:rsidP="004C49AF">
            <w:r w:rsidRPr="008574EF">
              <w:t>x</w:t>
            </w:r>
          </w:p>
        </w:tc>
        <w:tc>
          <w:tcPr>
            <w:tcW w:w="4788" w:type="dxa"/>
          </w:tcPr>
          <w:p w14:paraId="1B041369" w14:textId="77777777" w:rsidR="004C49AF" w:rsidRPr="008574EF" w:rsidRDefault="004C49AF" w:rsidP="004C49AF">
            <w:r w:rsidRPr="008574EF">
              <w:t>f(x)</w:t>
            </w:r>
          </w:p>
        </w:tc>
      </w:tr>
      <w:tr w:rsidR="004C49AF" w:rsidRPr="008574EF" w14:paraId="07000AD4" w14:textId="77777777" w:rsidTr="00E61A08">
        <w:tc>
          <w:tcPr>
            <w:tcW w:w="4788" w:type="dxa"/>
          </w:tcPr>
          <w:p w14:paraId="14494B20" w14:textId="77777777" w:rsidR="004C49AF" w:rsidRPr="008574EF" w:rsidRDefault="004C49AF" w:rsidP="004C49AF"/>
        </w:tc>
        <w:tc>
          <w:tcPr>
            <w:tcW w:w="4788" w:type="dxa"/>
          </w:tcPr>
          <w:p w14:paraId="5AD3B628" w14:textId="77777777" w:rsidR="004C49AF" w:rsidRPr="008574EF" w:rsidRDefault="004C49AF" w:rsidP="004C49AF"/>
        </w:tc>
      </w:tr>
      <w:tr w:rsidR="004C49AF" w:rsidRPr="008574EF" w14:paraId="7A55CACF" w14:textId="77777777" w:rsidTr="00E61A08">
        <w:tc>
          <w:tcPr>
            <w:tcW w:w="4788" w:type="dxa"/>
          </w:tcPr>
          <w:p w14:paraId="27AC28E1" w14:textId="77777777" w:rsidR="004C49AF" w:rsidRPr="008574EF" w:rsidRDefault="004C49AF" w:rsidP="004C49AF"/>
        </w:tc>
        <w:tc>
          <w:tcPr>
            <w:tcW w:w="4788" w:type="dxa"/>
          </w:tcPr>
          <w:p w14:paraId="12A90C9E" w14:textId="77777777" w:rsidR="004C49AF" w:rsidRPr="008574EF" w:rsidRDefault="004C49AF" w:rsidP="004C49AF"/>
        </w:tc>
      </w:tr>
      <w:tr w:rsidR="004C49AF" w:rsidRPr="008574EF" w14:paraId="477B31B1" w14:textId="77777777" w:rsidTr="00E61A08">
        <w:tc>
          <w:tcPr>
            <w:tcW w:w="4788" w:type="dxa"/>
          </w:tcPr>
          <w:p w14:paraId="485256FE" w14:textId="77777777" w:rsidR="004C49AF" w:rsidRPr="008574EF" w:rsidRDefault="004C49AF" w:rsidP="004C49AF"/>
        </w:tc>
        <w:tc>
          <w:tcPr>
            <w:tcW w:w="4788" w:type="dxa"/>
          </w:tcPr>
          <w:p w14:paraId="19E0286A" w14:textId="77777777" w:rsidR="004C49AF" w:rsidRPr="008574EF" w:rsidRDefault="004C49AF" w:rsidP="004C49AF"/>
        </w:tc>
      </w:tr>
      <w:tr w:rsidR="004C49AF" w:rsidRPr="008574EF" w14:paraId="551C16D9" w14:textId="77777777" w:rsidTr="00E61A08">
        <w:tc>
          <w:tcPr>
            <w:tcW w:w="4788" w:type="dxa"/>
          </w:tcPr>
          <w:p w14:paraId="5C2E1C34" w14:textId="77777777" w:rsidR="004C49AF" w:rsidRPr="008574EF" w:rsidRDefault="004C49AF" w:rsidP="004C49AF"/>
        </w:tc>
        <w:tc>
          <w:tcPr>
            <w:tcW w:w="4788" w:type="dxa"/>
          </w:tcPr>
          <w:p w14:paraId="6FFCECFA" w14:textId="77777777" w:rsidR="004C49AF" w:rsidRPr="008574EF" w:rsidRDefault="004C49AF" w:rsidP="004C49AF"/>
        </w:tc>
      </w:tr>
      <w:tr w:rsidR="004C49AF" w:rsidRPr="008574EF" w14:paraId="73B9885D" w14:textId="77777777" w:rsidTr="00E61A08">
        <w:tc>
          <w:tcPr>
            <w:tcW w:w="4788" w:type="dxa"/>
          </w:tcPr>
          <w:p w14:paraId="31A56F8E" w14:textId="77777777" w:rsidR="004C49AF" w:rsidRPr="008574EF" w:rsidRDefault="004C49AF" w:rsidP="004C49AF"/>
        </w:tc>
        <w:tc>
          <w:tcPr>
            <w:tcW w:w="4788" w:type="dxa"/>
          </w:tcPr>
          <w:p w14:paraId="32B56391" w14:textId="77777777" w:rsidR="004C49AF" w:rsidRPr="008574EF" w:rsidRDefault="004C49AF" w:rsidP="004C49AF"/>
        </w:tc>
      </w:tr>
    </w:tbl>
    <w:p w14:paraId="2FB15E0F" w14:textId="77777777" w:rsidR="004C49AF" w:rsidRPr="008574EF" w:rsidRDefault="004C49AF" w:rsidP="004C49AF">
      <w:pPr>
        <w:ind w:left="360"/>
      </w:pPr>
    </w:p>
    <w:p w14:paraId="42722C1B" w14:textId="77777777" w:rsidR="004C49AF" w:rsidRPr="008574EF" w:rsidRDefault="004C49AF" w:rsidP="004C49AF">
      <w:pPr>
        <w:ind w:left="360"/>
      </w:pPr>
    </w:p>
    <w:p w14:paraId="3112ECAA" w14:textId="77777777" w:rsidR="004C49AF" w:rsidRPr="008574EF" w:rsidRDefault="004C49AF" w:rsidP="004C49AF">
      <w:pPr>
        <w:ind w:left="360"/>
      </w:pPr>
    </w:p>
    <w:p w14:paraId="3E0DFBF7" w14:textId="77777777" w:rsidR="004C49AF" w:rsidRPr="008574EF" w:rsidRDefault="004C49AF" w:rsidP="004C49AF">
      <w:pPr>
        <w:ind w:left="360"/>
      </w:pPr>
    </w:p>
    <w:p w14:paraId="39881423" w14:textId="77777777" w:rsidR="004C49AF" w:rsidRPr="008574EF" w:rsidRDefault="004C49AF" w:rsidP="004C49AF">
      <w:pPr>
        <w:ind w:left="360"/>
      </w:pPr>
    </w:p>
    <w:p w14:paraId="347961A6" w14:textId="77777777" w:rsidR="004C49AF" w:rsidRPr="008574EF" w:rsidRDefault="004C49AF" w:rsidP="004C49AF">
      <w:pPr>
        <w:ind w:left="360"/>
      </w:pPr>
    </w:p>
    <w:p w14:paraId="2FA3FC77" w14:textId="77777777" w:rsidR="004C49AF" w:rsidRPr="008574EF" w:rsidRDefault="004C49AF" w:rsidP="004C49AF">
      <w:pPr>
        <w:ind w:left="360"/>
      </w:pPr>
    </w:p>
    <w:p w14:paraId="41192EEE" w14:textId="77777777" w:rsidR="004C49AF" w:rsidRPr="008574EF" w:rsidRDefault="004C49AF" w:rsidP="004C49AF">
      <w:pPr>
        <w:ind w:left="360"/>
      </w:pPr>
      <w:r w:rsidRPr="008574EF">
        <w:t>Solve the following.</w:t>
      </w:r>
    </w:p>
    <w:p w14:paraId="7E2A4829" w14:textId="77777777" w:rsidR="004C49AF" w:rsidRPr="008574EF" w:rsidRDefault="00CC6A8C" w:rsidP="00CC6A8C">
      <w:pPr>
        <w:numPr>
          <w:ilvl w:val="0"/>
          <w:numId w:val="1"/>
        </w:numPr>
        <w:spacing w:line="720" w:lineRule="auto"/>
      </w:pPr>
      <w:r w:rsidRPr="008574EF">
        <w:t>log x=1.5</w:t>
      </w:r>
    </w:p>
    <w:p w14:paraId="371F35B8" w14:textId="77777777" w:rsidR="00CC6A8C" w:rsidRPr="008574EF" w:rsidRDefault="00CC6A8C" w:rsidP="00CC6A8C">
      <w:pPr>
        <w:numPr>
          <w:ilvl w:val="0"/>
          <w:numId w:val="1"/>
        </w:numPr>
        <w:spacing w:line="720" w:lineRule="auto"/>
      </w:pPr>
      <w:r w:rsidRPr="008574EF">
        <w:t>log</w:t>
      </w:r>
      <w:r w:rsidRPr="008574EF">
        <w:rPr>
          <w:vertAlign w:val="subscript"/>
        </w:rPr>
        <w:t>3</w:t>
      </w:r>
      <w:r w:rsidRPr="008574EF">
        <w:t>x=4</w:t>
      </w:r>
    </w:p>
    <w:p w14:paraId="435CB22E" w14:textId="77777777" w:rsidR="00CC6A8C" w:rsidRPr="008574EF" w:rsidRDefault="00CC6A8C" w:rsidP="00CC6A8C">
      <w:pPr>
        <w:numPr>
          <w:ilvl w:val="0"/>
          <w:numId w:val="1"/>
        </w:numPr>
        <w:spacing w:line="720" w:lineRule="auto"/>
      </w:pPr>
      <w:r w:rsidRPr="008574EF">
        <w:t>2log</w:t>
      </w:r>
      <w:r w:rsidRPr="008574EF">
        <w:rPr>
          <w:vertAlign w:val="subscript"/>
        </w:rPr>
        <w:t>4</w:t>
      </w:r>
      <w:r w:rsidRPr="008574EF">
        <w:t>(x+2)+5=12</w:t>
      </w:r>
    </w:p>
    <w:p w14:paraId="562C5C7C" w14:textId="77777777" w:rsidR="00CC6A8C" w:rsidRPr="008574EF" w:rsidRDefault="00CC6A8C" w:rsidP="00CC6A8C">
      <w:pPr>
        <w:numPr>
          <w:ilvl w:val="0"/>
          <w:numId w:val="1"/>
        </w:numPr>
        <w:spacing w:line="720" w:lineRule="auto"/>
      </w:pPr>
      <w:r w:rsidRPr="008574EF">
        <w:t>10</w:t>
      </w:r>
      <w:r w:rsidRPr="008574EF">
        <w:rPr>
          <w:vertAlign w:val="superscript"/>
        </w:rPr>
        <w:t>x</w:t>
      </w:r>
      <w:r w:rsidRPr="008574EF">
        <w:t>=125</w:t>
      </w:r>
    </w:p>
    <w:p w14:paraId="7EE4EFB6" w14:textId="77777777" w:rsidR="00CC6A8C" w:rsidRPr="008574EF" w:rsidRDefault="00CC6A8C" w:rsidP="00CC6A8C">
      <w:pPr>
        <w:numPr>
          <w:ilvl w:val="0"/>
          <w:numId w:val="1"/>
        </w:numPr>
        <w:spacing w:line="720" w:lineRule="auto"/>
      </w:pPr>
      <w:r w:rsidRPr="008574EF">
        <w:t>e</w:t>
      </w:r>
      <w:r w:rsidRPr="008574EF">
        <w:rPr>
          <w:vertAlign w:val="superscript"/>
        </w:rPr>
        <w:t>0.1x</w:t>
      </w:r>
      <w:r w:rsidRPr="008574EF">
        <w:t>=5.2</w:t>
      </w:r>
    </w:p>
    <w:sectPr w:rsidR="00CC6A8C" w:rsidRPr="008574EF" w:rsidSect="00F91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0E6F"/>
    <w:multiLevelType w:val="hybridMultilevel"/>
    <w:tmpl w:val="CC6E4178"/>
    <w:lvl w:ilvl="0" w:tplc="A344FB3C">
      <w:start w:val="1"/>
      <w:numFmt w:val="decimal"/>
      <w:lvlText w:val="%1)"/>
      <w:lvlJc w:val="left"/>
      <w:pPr>
        <w:tabs>
          <w:tab w:val="num" w:pos="720"/>
        </w:tabs>
        <w:ind w:left="720" w:firstLine="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4D11CB"/>
    <w:multiLevelType w:val="hybridMultilevel"/>
    <w:tmpl w:val="7C928588"/>
    <w:lvl w:ilvl="0" w:tplc="A344FB3C">
      <w:start w:val="1"/>
      <w:numFmt w:val="decimal"/>
      <w:lvlText w:val="%1)"/>
      <w:lvlJc w:val="left"/>
      <w:pPr>
        <w:tabs>
          <w:tab w:val="num" w:pos="720"/>
        </w:tabs>
        <w:ind w:left="720" w:firstLine="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3FE1910"/>
    <w:multiLevelType w:val="hybridMultilevel"/>
    <w:tmpl w:val="4774BB3E"/>
    <w:lvl w:ilvl="0" w:tplc="A344FB3C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01580"/>
    <w:multiLevelType w:val="hybridMultilevel"/>
    <w:tmpl w:val="2626D4D6"/>
    <w:lvl w:ilvl="0" w:tplc="A344FB3C">
      <w:start w:val="1"/>
      <w:numFmt w:val="decimal"/>
      <w:lvlText w:val="%1)"/>
      <w:lvlJc w:val="left"/>
      <w:pPr>
        <w:tabs>
          <w:tab w:val="num" w:pos="720"/>
        </w:tabs>
        <w:ind w:left="720" w:firstLine="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EA7219A"/>
    <w:multiLevelType w:val="hybridMultilevel"/>
    <w:tmpl w:val="7C869B0E"/>
    <w:lvl w:ilvl="0" w:tplc="A344FB3C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6B165F"/>
    <w:multiLevelType w:val="hybridMultilevel"/>
    <w:tmpl w:val="C3588A14"/>
    <w:lvl w:ilvl="0" w:tplc="A344FB3C">
      <w:start w:val="1"/>
      <w:numFmt w:val="decimal"/>
      <w:lvlText w:val="%1)"/>
      <w:lvlJc w:val="left"/>
      <w:pPr>
        <w:tabs>
          <w:tab w:val="num" w:pos="720"/>
        </w:tabs>
        <w:ind w:left="720" w:firstLine="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CF40873"/>
    <w:multiLevelType w:val="hybridMultilevel"/>
    <w:tmpl w:val="A948DCF4"/>
    <w:lvl w:ilvl="0" w:tplc="A344FB3C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A6FA9"/>
    <w:multiLevelType w:val="multilevel"/>
    <w:tmpl w:val="81E81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683CA8"/>
    <w:multiLevelType w:val="hybridMultilevel"/>
    <w:tmpl w:val="72244AD6"/>
    <w:lvl w:ilvl="0" w:tplc="A344FB3C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193"/>
    <w:rsid w:val="00084FE2"/>
    <w:rsid w:val="00162AA5"/>
    <w:rsid w:val="00216ABA"/>
    <w:rsid w:val="0029211B"/>
    <w:rsid w:val="00320661"/>
    <w:rsid w:val="00425612"/>
    <w:rsid w:val="00450297"/>
    <w:rsid w:val="004C49AF"/>
    <w:rsid w:val="005F5498"/>
    <w:rsid w:val="0068233F"/>
    <w:rsid w:val="006964A9"/>
    <w:rsid w:val="006A6F2B"/>
    <w:rsid w:val="00810EE1"/>
    <w:rsid w:val="00811437"/>
    <w:rsid w:val="008574EF"/>
    <w:rsid w:val="00960F80"/>
    <w:rsid w:val="009A522C"/>
    <w:rsid w:val="00A72D81"/>
    <w:rsid w:val="00BC68EC"/>
    <w:rsid w:val="00BF571E"/>
    <w:rsid w:val="00C01173"/>
    <w:rsid w:val="00C1622E"/>
    <w:rsid w:val="00CA41A8"/>
    <w:rsid w:val="00CC6A8C"/>
    <w:rsid w:val="00E11285"/>
    <w:rsid w:val="00E61A08"/>
    <w:rsid w:val="00F9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9EF2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9AF"/>
    <w:pPr>
      <w:ind w:left="720"/>
    </w:pPr>
  </w:style>
  <w:style w:type="table" w:styleId="TableGrid">
    <w:name w:val="Table Grid"/>
    <w:basedOn w:val="TableNormal"/>
    <w:uiPriority w:val="59"/>
    <w:rsid w:val="004C49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84FE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84FE2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9AF"/>
    <w:pPr>
      <w:ind w:left="720"/>
    </w:pPr>
  </w:style>
  <w:style w:type="table" w:styleId="TableGrid">
    <w:name w:val="Table Grid"/>
    <w:basedOn w:val="TableNormal"/>
    <w:uiPriority w:val="59"/>
    <w:rsid w:val="004C49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84FE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84FE2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nuhs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nuhs</dc:creator>
  <cp:lastModifiedBy>Ameena</cp:lastModifiedBy>
  <cp:revision>2</cp:revision>
  <cp:lastPrinted>2008-03-07T15:09:00Z</cp:lastPrinted>
  <dcterms:created xsi:type="dcterms:W3CDTF">2010-03-01T17:04:00Z</dcterms:created>
  <dcterms:modified xsi:type="dcterms:W3CDTF">2010-03-01T17:04:00Z</dcterms:modified>
</cp:coreProperties>
</file>